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2140A5" w:rsidR="002E6B1C" w:rsidRDefault="002E6B1C" w:rsidP="002B4177">
      <w:r>
        <w:t xml:space="preserve">De hang wc is </w:t>
      </w:r>
      <w:r w:rsidR="00405F63">
        <w:t>afgerond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4DB9B163" w14:textId="77777777" w:rsidR="00662509" w:rsidRDefault="00662509" w:rsidP="002B4177"/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400EA117" w:rsidR="00D374ED" w:rsidRDefault="00D374ED" w:rsidP="00D374ED">
      <w:r>
        <w:t>Diepte:</w:t>
      </w:r>
      <w:r>
        <w:tab/>
        <w:t>5</w:t>
      </w:r>
      <w:r w:rsidR="00662509">
        <w:t>3</w:t>
      </w:r>
      <w:r>
        <w:t>cm</w:t>
      </w:r>
    </w:p>
    <w:p w14:paraId="1C1B91B8" w14:textId="18A530C1" w:rsidR="00D374ED" w:rsidRDefault="00D374ED" w:rsidP="00D374ED">
      <w:r>
        <w:t>Breedte:</w:t>
      </w:r>
      <w:r>
        <w:tab/>
        <w:t>3</w:t>
      </w:r>
      <w:r w:rsidR="004F1EFD">
        <w:t>6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10B9A1D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F1EFD">
        <w:t>90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D0F5E23" w:rsidR="00586B18" w:rsidRPr="00586B18" w:rsidRDefault="00662509" w:rsidP="00586B18">
      <w:r>
        <w:rPr>
          <w:noProof/>
        </w:rPr>
        <w:drawing>
          <wp:inline distT="0" distB="0" distL="0" distR="0" wp14:anchorId="519B5ACD" wp14:editId="4FF74E80">
            <wp:extent cx="5295900" cy="3943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772F12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AFEA" w14:textId="77777777" w:rsidR="005B1D68" w:rsidRDefault="005B1D68">
      <w:r>
        <w:separator/>
      </w:r>
    </w:p>
  </w:endnote>
  <w:endnote w:type="continuationSeparator" w:id="0">
    <w:p w14:paraId="7ADE74C8" w14:textId="77777777" w:rsidR="005B1D68" w:rsidRDefault="005B1D68">
      <w:r>
        <w:continuationSeparator/>
      </w:r>
    </w:p>
  </w:endnote>
  <w:endnote w:type="continuationNotice" w:id="1">
    <w:p w14:paraId="1C512560" w14:textId="77777777" w:rsidR="005B1D68" w:rsidRDefault="005B1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E709" w14:textId="77777777" w:rsidR="005B1D68" w:rsidRDefault="005B1D68">
      <w:r>
        <w:separator/>
      </w:r>
    </w:p>
  </w:footnote>
  <w:footnote w:type="continuationSeparator" w:id="0">
    <w:p w14:paraId="518C0A07" w14:textId="77777777" w:rsidR="005B1D68" w:rsidRDefault="005B1D68">
      <w:r>
        <w:continuationSeparator/>
      </w:r>
    </w:p>
  </w:footnote>
  <w:footnote w:type="continuationNotice" w:id="1">
    <w:p w14:paraId="62DDC407" w14:textId="77777777" w:rsidR="005B1D68" w:rsidRDefault="005B1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34E0A23E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 xml:space="preserve">ova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1F1750" w:rsidRDefault="00C43F98" w:rsidP="00080B0F">
    <w:pPr>
      <w:pStyle w:val="Koptekst"/>
      <w:rPr>
        <w:rFonts w:ascii="Arial" w:hAnsi="Arial" w:cs="Arial"/>
        <w:b/>
        <w:szCs w:val="24"/>
        <w:lang w:val="en-US"/>
      </w:rPr>
    </w:pPr>
    <w:r w:rsidRPr="001F1750">
      <w:rPr>
        <w:rFonts w:ascii="Arial" w:hAnsi="Arial" w:cs="Arial"/>
        <w:b/>
        <w:szCs w:val="24"/>
        <w:lang w:val="en-US"/>
      </w:rPr>
      <w:t>Diepspoel</w:t>
    </w:r>
    <w:r w:rsidR="00586B18" w:rsidRPr="001F1750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Gedeeltelijk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1750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1EFD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1D68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250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458E16-F480-406F-934B-D557BF9A322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